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Default="00F72E50" w:rsidP="00F72E50">
      <w:pPr>
        <w:pStyle w:val="1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9134475" cy="6114280"/>
            <wp:effectExtent l="0" t="0" r="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475" cy="611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2E50" w:rsidRPr="00F72E50" w:rsidRDefault="00F72E50" w:rsidP="00F72E50">
      <w:pPr>
        <w:pStyle w:val="1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67310</wp:posOffset>
            </wp:positionV>
            <wp:extent cx="9206776" cy="616267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776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72E50" w:rsidRPr="00F72E50" w:rsidSect="00F72E50">
      <w:headerReference w:type="default" r:id="rId8"/>
      <w:footerReference w:type="default" r:id="rId9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E90" w:rsidRDefault="00331E90" w:rsidP="00AA1ABA">
      <w:pPr>
        <w:spacing w:after="0" w:line="240" w:lineRule="auto"/>
      </w:pPr>
      <w:r>
        <w:separator/>
      </w:r>
    </w:p>
  </w:endnote>
  <w:endnote w:type="continuationSeparator" w:id="0">
    <w:p w:rsidR="00331E90" w:rsidRDefault="00331E90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E90" w:rsidRDefault="00331E90" w:rsidP="00AA1ABA">
      <w:pPr>
        <w:spacing w:after="0" w:line="240" w:lineRule="auto"/>
      </w:pPr>
      <w:r>
        <w:separator/>
      </w:r>
    </w:p>
  </w:footnote>
  <w:footnote w:type="continuationSeparator" w:id="0">
    <w:p w:rsidR="00331E90" w:rsidRDefault="00331E90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F72E50" w:rsidRDefault="00F72E50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Е. В. Коноваленко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6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50"/>
    <w:rsid w:val="0003005E"/>
    <w:rsid w:val="000A2619"/>
    <w:rsid w:val="00101B76"/>
    <w:rsid w:val="001D7A3B"/>
    <w:rsid w:val="00240C65"/>
    <w:rsid w:val="00295FE3"/>
    <w:rsid w:val="002D1E2D"/>
    <w:rsid w:val="00331E90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  <w:rsid w:val="00F7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97DF2"/>
  <w15:chartTrackingRefBased/>
  <w15:docId w15:val="{376968D7-E4EC-43ED-A608-F030522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2025-06-19T10:32:00Z</dcterms:created>
  <dcterms:modified xsi:type="dcterms:W3CDTF">2025-06-19T10:35:00Z</dcterms:modified>
</cp:coreProperties>
</file>